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4FCD7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様式</w:t>
      </w:r>
      <w:r w:rsidR="00C952C2" w:rsidRPr="00DE2A18">
        <w:rPr>
          <w:rFonts w:asciiTheme="majorEastAsia" w:eastAsiaTheme="majorEastAsia" w:hAnsiTheme="majorEastAsia" w:hint="eastAsia"/>
        </w:rPr>
        <w:t>１</w:t>
      </w:r>
      <w:r w:rsidR="005D1A59" w:rsidRPr="00DE2A18">
        <w:rPr>
          <w:rFonts w:asciiTheme="majorEastAsia" w:eastAsiaTheme="majorEastAsia" w:hAnsiTheme="majorEastAsia" w:hint="eastAsia"/>
        </w:rPr>
        <w:t>（埼玉県伊豆潮風館管理規則第４条関係）</w:t>
      </w:r>
    </w:p>
    <w:p w14:paraId="6344B5EB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5E03F533" w14:textId="77777777" w:rsidR="0062774E" w:rsidRPr="00DE2A18" w:rsidRDefault="0062774E" w:rsidP="00DE2A18">
      <w:pPr>
        <w:pStyle w:val="a3"/>
        <w:spacing w:line="240" w:lineRule="auto"/>
        <w:jc w:val="center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埼玉県伊豆潮風館指定管理者指定申請書</w:t>
      </w:r>
    </w:p>
    <w:p w14:paraId="58E296E5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07C3A237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7732D558" w14:textId="77777777" w:rsidR="0062774E" w:rsidRPr="00DE2A18" w:rsidRDefault="0062774E" w:rsidP="00DE2A18">
      <w:pPr>
        <w:pStyle w:val="a3"/>
        <w:spacing w:line="240" w:lineRule="auto"/>
        <w:jc w:val="right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>年　　月　　日</w:t>
      </w:r>
    </w:p>
    <w:p w14:paraId="742F881A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5E854674" w14:textId="77777777" w:rsidR="000735B7" w:rsidRPr="00DE2A18" w:rsidRDefault="001306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  <w:r w:rsidRPr="00DE2A18">
        <w:rPr>
          <w:rFonts w:asciiTheme="majorEastAsia" w:eastAsiaTheme="majorEastAsia" w:hAnsiTheme="majorEastAsia" w:hint="eastAsia"/>
        </w:rPr>
        <w:t>（　あ　て　先　）</w:t>
      </w:r>
    </w:p>
    <w:p w14:paraId="39ECB778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埼　玉　県　知　事　　</w:t>
      </w:r>
    </w:p>
    <w:p w14:paraId="49473C94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4CEBC644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0C220A01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申請者　主たる事務所の所在地　　　　　　　　　　　　　</w:t>
      </w:r>
    </w:p>
    <w:p w14:paraId="10E6800A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</w:t>
      </w:r>
    </w:p>
    <w:p w14:paraId="75CAB188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　　　　　　　　名　　　称　　　　　　　　　　　　　</w:t>
      </w:r>
    </w:p>
    <w:p w14:paraId="7C09AD8E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</w:t>
      </w:r>
    </w:p>
    <w:p w14:paraId="1A542A3B" w14:textId="0BA45793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  <w:r w:rsidRPr="00DE2A18">
        <w:rPr>
          <w:rFonts w:asciiTheme="majorEastAsia" w:eastAsiaTheme="majorEastAsia" w:hAnsiTheme="majorEastAsia" w:hint="eastAsia"/>
        </w:rPr>
        <w:t xml:space="preserve">　　　　　　　　　　　　　　　　　　代表者氏名　　　　　　　　　　　　　　　</w:t>
      </w:r>
    </w:p>
    <w:p w14:paraId="29E4E6D6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4D786B92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1FC392FD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  <w:r w:rsidRPr="00DE2A18">
        <w:rPr>
          <w:rFonts w:asciiTheme="majorEastAsia" w:eastAsiaTheme="majorEastAsia" w:hAnsiTheme="majorEastAsia" w:hint="eastAsia"/>
        </w:rPr>
        <w:t xml:space="preserve">　指定管理者の指定を受けたいので、関係書類を添えて申請します。</w:t>
      </w:r>
    </w:p>
    <w:p w14:paraId="2CEAAA4F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41946D98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763D3256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24C11072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1DA09AFD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3566B0E1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3F9C80D4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</w:rPr>
      </w:pPr>
    </w:p>
    <w:p w14:paraId="72071DBA" w14:textId="77777777" w:rsidR="001C3553" w:rsidRPr="00DE2A18" w:rsidRDefault="001C3553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p w14:paraId="160C6B2C" w14:textId="77777777" w:rsidR="0062774E" w:rsidRPr="00DE2A18" w:rsidRDefault="0062774E" w:rsidP="00DE2A18">
      <w:pPr>
        <w:pStyle w:val="a3"/>
        <w:spacing w:line="240" w:lineRule="auto"/>
        <w:rPr>
          <w:rFonts w:asciiTheme="majorEastAsia" w:eastAsiaTheme="majorEastAsia" w:hAnsiTheme="majorEastAsia"/>
          <w:spacing w:val="0"/>
        </w:rPr>
      </w:pPr>
    </w:p>
    <w:sectPr w:rsidR="0062774E" w:rsidRPr="00DE2A18" w:rsidSect="00DE2A18">
      <w:footerReference w:type="default" r:id="rId6"/>
      <w:pgSz w:w="11906" w:h="16838" w:code="9"/>
      <w:pgMar w:top="1701" w:right="1134" w:bottom="1701" w:left="1134" w:header="720" w:footer="720" w:gutter="0"/>
      <w:pgNumType w:fmt="numberInDash"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F6A28" w14:textId="77777777" w:rsidR="00DA42F0" w:rsidRDefault="00DA42F0" w:rsidP="0077330F">
      <w:r>
        <w:separator/>
      </w:r>
    </w:p>
  </w:endnote>
  <w:endnote w:type="continuationSeparator" w:id="0">
    <w:p w14:paraId="779E46CB" w14:textId="77777777" w:rsidR="00DA42F0" w:rsidRDefault="00DA42F0" w:rsidP="0077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530A1" w14:textId="77777777" w:rsidR="005D1A59" w:rsidRPr="003B7681" w:rsidRDefault="005D1A59" w:rsidP="008066CC">
    <w:pPr>
      <w:pStyle w:val="a6"/>
      <w:tabs>
        <w:tab w:val="left" w:pos="2970"/>
        <w:tab w:val="center" w:pos="4819"/>
      </w:tabs>
      <w:jc w:val="left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86FA6" w14:textId="77777777" w:rsidR="00DA42F0" w:rsidRDefault="00DA42F0" w:rsidP="0077330F">
      <w:r>
        <w:separator/>
      </w:r>
    </w:p>
  </w:footnote>
  <w:footnote w:type="continuationSeparator" w:id="0">
    <w:p w14:paraId="0A73E772" w14:textId="77777777" w:rsidR="00DA42F0" w:rsidRDefault="00DA42F0" w:rsidP="0077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attachedTemplate r:id="rId1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74E"/>
    <w:rsid w:val="000735B7"/>
    <w:rsid w:val="000A21C9"/>
    <w:rsid w:val="000A3A92"/>
    <w:rsid w:val="000E6791"/>
    <w:rsid w:val="00130653"/>
    <w:rsid w:val="001727F7"/>
    <w:rsid w:val="001A65CC"/>
    <w:rsid w:val="001C3553"/>
    <w:rsid w:val="0023699D"/>
    <w:rsid w:val="003237EC"/>
    <w:rsid w:val="003B7681"/>
    <w:rsid w:val="004072E1"/>
    <w:rsid w:val="00574ECD"/>
    <w:rsid w:val="005D1A59"/>
    <w:rsid w:val="005F5F1E"/>
    <w:rsid w:val="0062774E"/>
    <w:rsid w:val="006E15BF"/>
    <w:rsid w:val="006E1806"/>
    <w:rsid w:val="00741F80"/>
    <w:rsid w:val="0077330F"/>
    <w:rsid w:val="007D34F4"/>
    <w:rsid w:val="008066CC"/>
    <w:rsid w:val="00815847"/>
    <w:rsid w:val="009056C7"/>
    <w:rsid w:val="00923A96"/>
    <w:rsid w:val="00933CD5"/>
    <w:rsid w:val="00933F65"/>
    <w:rsid w:val="00A81C2E"/>
    <w:rsid w:val="00AA1809"/>
    <w:rsid w:val="00C26A3F"/>
    <w:rsid w:val="00C90305"/>
    <w:rsid w:val="00C952C2"/>
    <w:rsid w:val="00D11AB7"/>
    <w:rsid w:val="00DA42F0"/>
    <w:rsid w:val="00DE2A18"/>
    <w:rsid w:val="00EF3509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0C14D"/>
  <w15:docId w15:val="{ECD4F2D3-957F-4516-8F17-2AC440C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1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A21C9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eastAsia="ＭＳ ゴシック" w:cs="ＭＳ ゴシック"/>
      <w:spacing w:val="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33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30F"/>
  </w:style>
  <w:style w:type="paragraph" w:styleId="a6">
    <w:name w:val="footer"/>
    <w:basedOn w:val="a"/>
    <w:link w:val="a7"/>
    <w:uiPriority w:val="99"/>
    <w:unhideWhenUsed/>
    <w:rsid w:val="007733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30F"/>
  </w:style>
  <w:style w:type="paragraph" w:styleId="a8">
    <w:name w:val="Revision"/>
    <w:hidden/>
    <w:uiPriority w:val="99"/>
    <w:semiHidden/>
    <w:rsid w:val="00D11AB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tamaken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古戸 麻琴（障害者福祉推進課）</cp:lastModifiedBy>
  <cp:revision>21</cp:revision>
  <cp:lastPrinted>2010-07-28T10:20:00Z</cp:lastPrinted>
  <dcterms:created xsi:type="dcterms:W3CDTF">2010-07-08T06:03:00Z</dcterms:created>
  <dcterms:modified xsi:type="dcterms:W3CDTF">2025-06-03T10:07:00Z</dcterms:modified>
</cp:coreProperties>
</file>